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74A3FBE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BB4A49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294CA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76345" w14:textId="77777777" w:rsidR="00294CA1" w:rsidRDefault="00294CA1" w:rsidP="00962258">
      <w:pPr>
        <w:spacing w:after="0" w:line="240" w:lineRule="auto"/>
      </w:pPr>
      <w:r>
        <w:separator/>
      </w:r>
    </w:p>
  </w:endnote>
  <w:endnote w:type="continuationSeparator" w:id="0">
    <w:p w14:paraId="38F1EE88" w14:textId="77777777" w:rsidR="00294CA1" w:rsidRDefault="00294CA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D33BB9" w14:paraId="57B0C423" w14:textId="77777777" w:rsidTr="00D33BB9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D33BB9" w:rsidRPr="00B8518B" w:rsidRDefault="00D33BB9" w:rsidP="00D33BB9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03D3848" w14:textId="77777777" w:rsidR="00D33BB9" w:rsidRDefault="00D33BB9" w:rsidP="00D33BB9">
          <w:pPr>
            <w:pStyle w:val="Zpat"/>
          </w:pPr>
          <w:r>
            <w:t>Správa železnic, státní organizace</w:t>
          </w:r>
        </w:p>
        <w:p w14:paraId="37A4FA59" w14:textId="77777777" w:rsidR="00D33BB9" w:rsidRDefault="00D33BB9" w:rsidP="00D33BB9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4F24FA27" w14:textId="77777777" w:rsidR="00D33BB9" w:rsidRDefault="00D33BB9" w:rsidP="00D33BB9">
          <w:pPr>
            <w:pStyle w:val="Zpat"/>
          </w:pPr>
          <w:r>
            <w:t>Sídlo: Dlážděná 1003/7, 110 00 Praha 1</w:t>
          </w:r>
        </w:p>
        <w:p w14:paraId="589D917E" w14:textId="77777777" w:rsidR="00D33BB9" w:rsidRDefault="00D33BB9" w:rsidP="00D33BB9">
          <w:pPr>
            <w:pStyle w:val="Zpat"/>
          </w:pPr>
          <w:r>
            <w:t>IČO: 709 94 234 DIČ: CZ 709 94 234</w:t>
          </w:r>
        </w:p>
        <w:p w14:paraId="2FE37B1F" w14:textId="77777777" w:rsidR="00D33BB9" w:rsidRDefault="00D33BB9" w:rsidP="00D33BB9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DBBC902" w14:textId="77777777" w:rsidR="00D33BB9" w:rsidRDefault="00D33BB9" w:rsidP="00D33BB9">
          <w:pPr>
            <w:pStyle w:val="Zpat"/>
          </w:pPr>
          <w:r>
            <w:t>Oblastní ředitelství Ústí nad Labem</w:t>
          </w:r>
        </w:p>
        <w:p w14:paraId="381B3DA0" w14:textId="77777777" w:rsidR="00D33BB9" w:rsidRDefault="00D33BB9" w:rsidP="00D33BB9">
          <w:pPr>
            <w:pStyle w:val="Zpat"/>
          </w:pPr>
          <w:r>
            <w:t>Železničářská 1386/31</w:t>
          </w:r>
        </w:p>
        <w:p w14:paraId="3CFEC8A4" w14:textId="0817EC2F" w:rsidR="00D33BB9" w:rsidRDefault="00D33BB9" w:rsidP="00D33BB9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44F720C3" w14:textId="178DFBBA" w:rsidR="00D33BB9" w:rsidRDefault="00D33BB9" w:rsidP="00D33BB9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73ED" w14:textId="77777777" w:rsidR="00294CA1" w:rsidRDefault="00294CA1" w:rsidP="00962258">
      <w:pPr>
        <w:spacing w:after="0" w:line="240" w:lineRule="auto"/>
      </w:pPr>
      <w:r>
        <w:separator/>
      </w:r>
    </w:p>
  </w:footnote>
  <w:footnote w:type="continuationSeparator" w:id="0">
    <w:p w14:paraId="7D8C30F6" w14:textId="77777777" w:rsidR="00294CA1" w:rsidRDefault="00294CA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94CA1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B4A49"/>
    <w:rsid w:val="00BD7E91"/>
    <w:rsid w:val="00C02D0A"/>
    <w:rsid w:val="00C03A6E"/>
    <w:rsid w:val="00C44F6A"/>
    <w:rsid w:val="00C47AE3"/>
    <w:rsid w:val="00C55D2F"/>
    <w:rsid w:val="00C63D44"/>
    <w:rsid w:val="00C73894"/>
    <w:rsid w:val="00C9173F"/>
    <w:rsid w:val="00CA7297"/>
    <w:rsid w:val="00CC2930"/>
    <w:rsid w:val="00CD1FC4"/>
    <w:rsid w:val="00D21061"/>
    <w:rsid w:val="00D33BB9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10</cp:revision>
  <cp:lastPrinted>2017-11-28T17:18:00Z</cp:lastPrinted>
  <dcterms:created xsi:type="dcterms:W3CDTF">2023-09-13T10:54:00Z</dcterms:created>
  <dcterms:modified xsi:type="dcterms:W3CDTF">2025-11-27T13:04:00Z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